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0C152BBE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53E23">
        <w:rPr>
          <w:rFonts w:cs="Arial"/>
          <w:color w:val="000000"/>
          <w:sz w:val="22"/>
        </w:rPr>
        <w:t>22</w:t>
      </w:r>
      <w:r w:rsidR="00152340">
        <w:rPr>
          <w:rFonts w:cs="Arial"/>
          <w:color w:val="000000"/>
          <w:sz w:val="22"/>
        </w:rPr>
        <w:t>.09</w:t>
      </w:r>
      <w:r w:rsidRPr="00316376">
        <w:rPr>
          <w:rFonts w:cs="Arial"/>
          <w:color w:val="000000"/>
          <w:sz w:val="22"/>
        </w:rPr>
        <w:t>.2025 nr JV-MAA-1/</w:t>
      </w:r>
      <w:r w:rsidR="00152340">
        <w:rPr>
          <w:rFonts w:cs="Arial"/>
          <w:color w:val="000000"/>
          <w:sz w:val="22"/>
        </w:rPr>
        <w:t>4</w:t>
      </w:r>
      <w:r w:rsidR="00C53E23">
        <w:rPr>
          <w:rFonts w:cs="Arial"/>
          <w:color w:val="000000"/>
          <w:sz w:val="22"/>
        </w:rPr>
        <w:t>324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226" w:tblpY="1"/>
        <w:tblOverlap w:val="never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24"/>
      </w:tblGrid>
      <w:tr w:rsidR="000505BA" w:rsidRPr="000B2E35" w14:paraId="5CF7D843" w14:textId="77777777" w:rsidTr="00D037E1">
        <w:trPr>
          <w:trHeight w:val="417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D037E1">
        <w:trPr>
          <w:trHeight w:val="4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D037E1">
        <w:trPr>
          <w:trHeight w:val="272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D037E1">
        <w:trPr>
          <w:trHeight w:val="421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tr w:rsidR="000505BA" w:rsidRPr="000B2E35" w14:paraId="1AF6F3F7" w14:textId="77777777" w:rsidTr="00D037E1">
        <w:trPr>
          <w:trHeight w:val="6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D037E1">
        <w:trPr>
          <w:trHeight w:val="94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D037E1">
        <w:trPr>
          <w:trHeight w:val="93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D037E1">
        <w:trPr>
          <w:trHeight w:val="9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1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459218BD" w:rsidR="000505BA" w:rsidRPr="000B2E35" w:rsidRDefault="000505BA" w:rsidP="00D037E1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74319D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investeering</w:t>
            </w:r>
          </w:p>
        </w:tc>
      </w:tr>
      <w:tr w:rsidR="000505BA" w:rsidRPr="000B2E35" w14:paraId="4433B2A0" w14:textId="77777777" w:rsidTr="00D037E1">
        <w:trPr>
          <w:trHeight w:val="155"/>
        </w:trPr>
        <w:tc>
          <w:tcPr>
            <w:tcW w:w="3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037E1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D037E1">
        <w:trPr>
          <w:trHeight w:val="580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200E2B48" w:rsidR="000505BA" w:rsidRPr="000B2E35" w:rsidRDefault="00C53E23" w:rsidP="00C53E23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C53E2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IP8286 „Männiku alajaama asendamine Mäha külas Otepää vallas Valgamaal“</w:t>
            </w:r>
          </w:p>
        </w:tc>
      </w:tr>
      <w:tr w:rsidR="000505BA" w:rsidRPr="000B2E35" w14:paraId="70389172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590B16D9" w:rsidR="00A67711" w:rsidRPr="00A67711" w:rsidRDefault="00A67711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E716D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Kunnar Kangro</w:t>
            </w:r>
          </w:p>
          <w:p w14:paraId="293EFB39" w14:textId="77F19DEB" w:rsidR="000505BA" w:rsidRPr="000B2E35" w:rsidRDefault="00152340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Leonhard Weiss OÜ</w:t>
            </w:r>
          </w:p>
        </w:tc>
      </w:tr>
      <w:tr w:rsidR="000505BA" w:rsidRPr="000B2E35" w14:paraId="7C575D97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65E92A84" w:rsidR="000505BA" w:rsidRPr="000B2E35" w:rsidRDefault="00C53E23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C53E23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01.09.2025  nr 7.1-2/25/14435-2</w:t>
            </w:r>
          </w:p>
        </w:tc>
      </w:tr>
      <w:tr w:rsidR="000505BA" w:rsidRPr="000B2E35" w14:paraId="5C928269" w14:textId="77777777" w:rsidTr="00D037E1">
        <w:trPr>
          <w:trHeight w:val="312"/>
        </w:trPr>
        <w:tc>
          <w:tcPr>
            <w:tcW w:w="3227" w:type="dxa"/>
            <w:vMerge w:val="restart"/>
          </w:tcPr>
          <w:p w14:paraId="3EAE6C62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000000"/>
            </w:tcBorders>
            <w:hideMark/>
          </w:tcPr>
          <w:p w14:paraId="696A62D3" w14:textId="467B62D3" w:rsidR="00C473E5" w:rsidRDefault="000505BA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C53E23">
              <w:rPr>
                <w:rFonts w:ascii="Times New Roman" w:hAnsi="Times New Roman"/>
                <w:b/>
                <w:lang w:val="et-EE"/>
              </w:rPr>
              <w:t>23176 Kannistiku-Koolitare</w:t>
            </w:r>
            <w:r w:rsidR="00691B39" w:rsidRPr="00691B39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60513F7F" w14:textId="315E1A49" w:rsidR="000505BA" w:rsidRPr="008F0BAD" w:rsidRDefault="000505BA" w:rsidP="00D037E1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037E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D037E1">
        <w:trPr>
          <w:trHeight w:val="415"/>
        </w:trPr>
        <w:tc>
          <w:tcPr>
            <w:tcW w:w="3227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5B71169D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C53E23">
              <w:rPr>
                <w:rFonts w:ascii="Times New Roman" w:hAnsi="Times New Roman"/>
                <w:bCs/>
                <w:lang w:val="et-EE"/>
              </w:rPr>
              <w:t>63601:001:1443</w:t>
            </w:r>
          </w:p>
          <w:p w14:paraId="17B972FB" w14:textId="6F9AA353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C53E23">
              <w:rPr>
                <w:rFonts w:ascii="Times New Roman" w:hAnsi="Times New Roman"/>
                <w:bCs/>
                <w:lang w:val="et-EE"/>
              </w:rPr>
              <w:t>7406250</w:t>
            </w:r>
          </w:p>
          <w:p w14:paraId="58F48EB6" w14:textId="77777777" w:rsidR="00C53E23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C53E23" w:rsidRPr="00C53E23">
              <w:rPr>
                <w:rFonts w:ascii="Times New Roman" w:hAnsi="Times New Roman"/>
                <w:bCs/>
                <w:lang w:val="et-EE"/>
              </w:rPr>
              <w:t>23176 Kannistiku-Koolitare tee</w:t>
            </w:r>
            <w:r w:rsidR="00C53E23" w:rsidRPr="00C53E23"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0DA14518" w14:textId="49E424CA" w:rsid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Riigi kinnisvara objekti kood: 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>KV</w:t>
            </w:r>
            <w:r w:rsidR="00C53E23">
              <w:rPr>
                <w:rFonts w:ascii="Times New Roman" w:hAnsi="Times New Roman"/>
                <w:bCs/>
                <w:lang w:val="et-EE"/>
              </w:rPr>
              <w:t>6544</w:t>
            </w:r>
          </w:p>
          <w:p w14:paraId="7EE45F5D" w14:textId="639A5366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152340"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5E3DADD3" w14:textId="200E4B81" w:rsidR="003D28C5" w:rsidRDefault="00B72E9F" w:rsidP="003D28C5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Ruumikuju andmed: </w:t>
            </w:r>
            <w:r w:rsidR="003D28C5">
              <w:rPr>
                <w:rFonts w:ascii="Times New Roman" w:hAnsi="Times New Roman"/>
                <w:bCs/>
                <w:lang w:val="et-EE"/>
              </w:rPr>
              <w:t xml:space="preserve">POS 1 ruumikuju </w:t>
            </w:r>
            <w:r w:rsidR="006B1DBC" w:rsidRPr="006B1DBC">
              <w:rPr>
                <w:rFonts w:ascii="Times New Roman" w:hAnsi="Times New Roman"/>
                <w:bCs/>
                <w:lang w:val="et-EE"/>
              </w:rPr>
              <w:t>9</w:t>
            </w:r>
            <w:r w:rsidR="00C53E23">
              <w:rPr>
                <w:rFonts w:ascii="Times New Roman" w:hAnsi="Times New Roman"/>
                <w:bCs/>
                <w:lang w:val="et-EE"/>
              </w:rPr>
              <w:t>55974</w:t>
            </w:r>
          </w:p>
          <w:p w14:paraId="28F0A770" w14:textId="27FE340A" w:rsidR="005E3CE1" w:rsidRDefault="00C53E23" w:rsidP="003D28C5">
            <w:pPr>
              <w:rPr>
                <w:rFonts w:ascii="Times New Roman" w:hAnsi="Times New Roman"/>
                <w:bCs/>
                <w:lang w:val="et-EE"/>
              </w:rPr>
            </w:pPr>
            <w:hyperlink r:id="rId13" w:history="1">
              <w:r w:rsidRPr="00A87BAB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https://pari.kataster.ee/magic-link/50ea6c73-bc28-4503-92af-699a4467ae06</w:t>
              </w:r>
            </w:hyperlink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</w:p>
          <w:p w14:paraId="1255E221" w14:textId="77777777" w:rsidR="003D28C5" w:rsidRDefault="003D28C5" w:rsidP="003D28C5">
            <w:pPr>
              <w:rPr>
                <w:rFonts w:ascii="Times New Roman" w:hAnsi="Times New Roman"/>
                <w:bCs/>
                <w:lang w:val="et-EE"/>
              </w:rPr>
            </w:pPr>
          </w:p>
          <w:p w14:paraId="1292C15E" w14:textId="77777777" w:rsidR="003D28C5" w:rsidRPr="000B2E35" w:rsidRDefault="003D28C5" w:rsidP="003D28C5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1EDDACD9" w14:textId="270CAE03" w:rsidR="00152340" w:rsidRPr="000B2E35" w:rsidRDefault="00152340" w:rsidP="0015234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2"/>
        <w:gridCol w:w="6082"/>
      </w:tblGrid>
      <w:tr w:rsidR="00963490" w:rsidRPr="00963490" w14:paraId="6EF6D705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041D53FB" w14:textId="5D700EA2" w:rsidR="007127AD" w:rsidRPr="007127AD" w:rsidRDefault="00450D04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aaõiguse vanemspetsialist</w:t>
      </w:r>
    </w:p>
    <w:p w14:paraId="6BDF560C" w14:textId="5D7D8F75" w:rsidR="000505BA" w:rsidRDefault="007127AD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5C24E0" w14:textId="77777777" w:rsidR="005A03F6" w:rsidRDefault="005A03F6">
      <w:r>
        <w:separator/>
      </w:r>
    </w:p>
  </w:endnote>
  <w:endnote w:type="continuationSeparator" w:id="0">
    <w:p w14:paraId="2347CF1B" w14:textId="77777777" w:rsidR="005A03F6" w:rsidRDefault="005A03F6">
      <w:r>
        <w:continuationSeparator/>
      </w:r>
    </w:p>
  </w:endnote>
  <w:endnote w:type="continuationNotice" w:id="1">
    <w:p w14:paraId="184DC312" w14:textId="77777777" w:rsidR="005A03F6" w:rsidRDefault="005A03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EDEFF" w14:textId="77777777" w:rsidR="005A03F6" w:rsidRDefault="005A03F6">
      <w:r>
        <w:separator/>
      </w:r>
    </w:p>
  </w:footnote>
  <w:footnote w:type="continuationSeparator" w:id="0">
    <w:p w14:paraId="32398190" w14:textId="77777777" w:rsidR="005A03F6" w:rsidRDefault="005A03F6">
      <w:r>
        <w:continuationSeparator/>
      </w:r>
    </w:p>
  </w:footnote>
  <w:footnote w:type="continuationNotice" w:id="1">
    <w:p w14:paraId="34EFECFB" w14:textId="77777777" w:rsidR="005A03F6" w:rsidRDefault="005A03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1675"/>
    <w:rsid w:val="00046344"/>
    <w:rsid w:val="000505BA"/>
    <w:rsid w:val="00077A84"/>
    <w:rsid w:val="00091F39"/>
    <w:rsid w:val="000B417F"/>
    <w:rsid w:val="000B4850"/>
    <w:rsid w:val="000B57BA"/>
    <w:rsid w:val="000F3E27"/>
    <w:rsid w:val="00103444"/>
    <w:rsid w:val="00111A7D"/>
    <w:rsid w:val="00121CC4"/>
    <w:rsid w:val="0013797F"/>
    <w:rsid w:val="00140257"/>
    <w:rsid w:val="00145098"/>
    <w:rsid w:val="00146F8F"/>
    <w:rsid w:val="00152340"/>
    <w:rsid w:val="00162108"/>
    <w:rsid w:val="00164D5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1A00"/>
    <w:rsid w:val="00215382"/>
    <w:rsid w:val="00224FB1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3952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2EA9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28C5"/>
    <w:rsid w:val="003D782C"/>
    <w:rsid w:val="003E2D1A"/>
    <w:rsid w:val="003F5996"/>
    <w:rsid w:val="00402D9D"/>
    <w:rsid w:val="004170C1"/>
    <w:rsid w:val="00430FA1"/>
    <w:rsid w:val="00450D04"/>
    <w:rsid w:val="00470107"/>
    <w:rsid w:val="00491AD7"/>
    <w:rsid w:val="0049396A"/>
    <w:rsid w:val="004D1D70"/>
    <w:rsid w:val="004E5DD5"/>
    <w:rsid w:val="0050379B"/>
    <w:rsid w:val="00532D2F"/>
    <w:rsid w:val="005525F7"/>
    <w:rsid w:val="00560B29"/>
    <w:rsid w:val="005623AF"/>
    <w:rsid w:val="00581E38"/>
    <w:rsid w:val="00582590"/>
    <w:rsid w:val="00585B08"/>
    <w:rsid w:val="005A03F6"/>
    <w:rsid w:val="005A217D"/>
    <w:rsid w:val="005A710F"/>
    <w:rsid w:val="005B1449"/>
    <w:rsid w:val="005B1C18"/>
    <w:rsid w:val="005C1966"/>
    <w:rsid w:val="005C24D9"/>
    <w:rsid w:val="005C4230"/>
    <w:rsid w:val="005E3618"/>
    <w:rsid w:val="005E3CE1"/>
    <w:rsid w:val="00605B27"/>
    <w:rsid w:val="00615EB0"/>
    <w:rsid w:val="00623DF9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91B39"/>
    <w:rsid w:val="006A27A9"/>
    <w:rsid w:val="006B1DBC"/>
    <w:rsid w:val="006B28B7"/>
    <w:rsid w:val="006B5553"/>
    <w:rsid w:val="006B79A8"/>
    <w:rsid w:val="006C1103"/>
    <w:rsid w:val="006C2F2C"/>
    <w:rsid w:val="006E063D"/>
    <w:rsid w:val="006E49AA"/>
    <w:rsid w:val="006F595A"/>
    <w:rsid w:val="00704301"/>
    <w:rsid w:val="0070500B"/>
    <w:rsid w:val="007127AD"/>
    <w:rsid w:val="0074319D"/>
    <w:rsid w:val="00750008"/>
    <w:rsid w:val="00755DE3"/>
    <w:rsid w:val="00765D62"/>
    <w:rsid w:val="0077377F"/>
    <w:rsid w:val="00780FCA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B0407"/>
    <w:rsid w:val="008C4DA3"/>
    <w:rsid w:val="008C5B01"/>
    <w:rsid w:val="008D2D2A"/>
    <w:rsid w:val="008D3667"/>
    <w:rsid w:val="008D74B5"/>
    <w:rsid w:val="008F279F"/>
    <w:rsid w:val="008F2A05"/>
    <w:rsid w:val="008F47F1"/>
    <w:rsid w:val="00901D9F"/>
    <w:rsid w:val="0091258F"/>
    <w:rsid w:val="00912BDF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A344D"/>
    <w:rsid w:val="00AE1639"/>
    <w:rsid w:val="00AE6B50"/>
    <w:rsid w:val="00AE7ACB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D5808"/>
    <w:rsid w:val="00BD7439"/>
    <w:rsid w:val="00BF0E4C"/>
    <w:rsid w:val="00BF4038"/>
    <w:rsid w:val="00C0020C"/>
    <w:rsid w:val="00C12E95"/>
    <w:rsid w:val="00C14ACD"/>
    <w:rsid w:val="00C34030"/>
    <w:rsid w:val="00C3645D"/>
    <w:rsid w:val="00C473E5"/>
    <w:rsid w:val="00C526F5"/>
    <w:rsid w:val="00C53640"/>
    <w:rsid w:val="00C53E23"/>
    <w:rsid w:val="00C712AC"/>
    <w:rsid w:val="00C86912"/>
    <w:rsid w:val="00C86C12"/>
    <w:rsid w:val="00C86E8D"/>
    <w:rsid w:val="00C91854"/>
    <w:rsid w:val="00C95ABD"/>
    <w:rsid w:val="00C966E8"/>
    <w:rsid w:val="00CA45BC"/>
    <w:rsid w:val="00CA4C43"/>
    <w:rsid w:val="00CB0FEA"/>
    <w:rsid w:val="00CB31D7"/>
    <w:rsid w:val="00CE4916"/>
    <w:rsid w:val="00CE5616"/>
    <w:rsid w:val="00CE6E1D"/>
    <w:rsid w:val="00CF2630"/>
    <w:rsid w:val="00CF5F86"/>
    <w:rsid w:val="00D00B63"/>
    <w:rsid w:val="00D0223D"/>
    <w:rsid w:val="00D037E1"/>
    <w:rsid w:val="00D100C4"/>
    <w:rsid w:val="00D14728"/>
    <w:rsid w:val="00D25D80"/>
    <w:rsid w:val="00D30B1A"/>
    <w:rsid w:val="00D343E0"/>
    <w:rsid w:val="00D4458D"/>
    <w:rsid w:val="00D77FE1"/>
    <w:rsid w:val="00D8006E"/>
    <w:rsid w:val="00D879EE"/>
    <w:rsid w:val="00D902BD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716D7"/>
    <w:rsid w:val="00E9115C"/>
    <w:rsid w:val="00EB5167"/>
    <w:rsid w:val="00EB79F8"/>
    <w:rsid w:val="00EB7E1A"/>
    <w:rsid w:val="00EC15EB"/>
    <w:rsid w:val="00EC6F44"/>
    <w:rsid w:val="00ED0222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50ea6c73-bc28-4503-92af-699a4467ae06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2</Pages>
  <Words>263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3</cp:revision>
  <cp:lastPrinted>2025-04-15T10:05:00Z</cp:lastPrinted>
  <dcterms:created xsi:type="dcterms:W3CDTF">2025-09-22T07:59:00Z</dcterms:created>
  <dcterms:modified xsi:type="dcterms:W3CDTF">2025-09-22T07:59:00Z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